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0BC93DC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1E391E">
        <w:rPr>
          <w:rStyle w:val="Strong"/>
          <w:rFonts w:asciiTheme="minorHAnsi" w:hAnsiTheme="minorHAnsi" w:cstheme="minorHAnsi"/>
          <w:lang w:val="en-GB"/>
        </w:rPr>
        <w:t>21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1E391E">
        <w:rPr>
          <w:rStyle w:val="Strong"/>
          <w:rFonts w:asciiTheme="minorHAnsi" w:hAnsiTheme="minorHAnsi" w:cstheme="minorHAnsi"/>
          <w:lang w:val="en-GB"/>
        </w:rPr>
        <w:t>G017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1E391E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9F4C7CD" w:rsidR="00B0293A" w:rsidRPr="00532E97" w:rsidRDefault="009227A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23/8/24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75091D0C" w:rsidR="00B0293A" w:rsidRPr="009227A9" w:rsidRDefault="008B5AB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</w:t>
            </w:r>
            <w:r w:rsidR="009227A9" w:rsidRPr="009227A9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9</w:t>
            </w:r>
            <w:r w:rsidR="009227A9" w:rsidRPr="009227A9">
              <w:rPr>
                <w:rFonts w:ascii="Calibri" w:hAnsi="Calibri"/>
                <w:szCs w:val="20"/>
              </w:rPr>
              <w:t>/24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8BE5522" w:rsidR="00B0293A" w:rsidRPr="00251A4B" w:rsidRDefault="009227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3/9/24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B13F620" w:rsidR="00B0293A" w:rsidRPr="009227A9" w:rsidRDefault="001E391E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</w:t>
            </w:r>
            <w:r w:rsidR="009227A9" w:rsidRPr="009227A9">
              <w:rPr>
                <w:rFonts w:ascii="Calibri" w:hAnsi="Calibri"/>
                <w:szCs w:val="20"/>
              </w:rPr>
              <w:t>/9/24</w:t>
            </w:r>
            <w:r w:rsidR="00B343C7">
              <w:rPr>
                <w:rFonts w:ascii="Calibri" w:hAnsi="Calibri"/>
                <w:szCs w:val="20"/>
              </w:rPr>
              <w:t xml:space="preserve"> (5pm)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37CF3265" w:rsidR="00B0293A" w:rsidRPr="00532E97" w:rsidRDefault="009227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11/9/24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33B96136" w:rsidR="00B0293A" w:rsidRPr="00532E97" w:rsidRDefault="009227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27/9/24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648E0ED" w:rsidR="00B0293A" w:rsidRPr="00532E97" w:rsidRDefault="009227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11/10/24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AD9AD1B" w:rsidR="00B0293A" w:rsidRPr="00532E97" w:rsidRDefault="009227A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18/10/24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106F247" w:rsidR="00B0293A" w:rsidRPr="00532E97" w:rsidRDefault="007E7760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18/10/24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66CC3" w14:textId="77777777" w:rsidR="00916D7B" w:rsidRDefault="00916D7B">
      <w:r>
        <w:separator/>
      </w:r>
    </w:p>
  </w:endnote>
  <w:endnote w:type="continuationSeparator" w:id="0">
    <w:p w14:paraId="2398E2D5" w14:textId="77777777" w:rsidR="00916D7B" w:rsidRDefault="00916D7B">
      <w:r>
        <w:continuationSeparator/>
      </w:r>
    </w:p>
  </w:endnote>
  <w:endnote w:type="continuationNotice" w:id="1">
    <w:p w14:paraId="09C5FAB7" w14:textId="77777777" w:rsidR="00916D7B" w:rsidRDefault="00916D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3B9A8C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B5AB5">
      <w:rPr>
        <w:noProof/>
      </w:rPr>
      <w:t>2024-08-22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05417E" w14:textId="77777777" w:rsidR="00916D7B" w:rsidRDefault="00916D7B">
      <w:r>
        <w:separator/>
      </w:r>
    </w:p>
  </w:footnote>
  <w:footnote w:type="continuationSeparator" w:id="0">
    <w:p w14:paraId="50A6B865" w14:textId="77777777" w:rsidR="00916D7B" w:rsidRDefault="00916D7B">
      <w:r>
        <w:continuationSeparator/>
      </w:r>
    </w:p>
  </w:footnote>
  <w:footnote w:type="continuationNotice" w:id="1">
    <w:p w14:paraId="4B4184C9" w14:textId="77777777" w:rsidR="00916D7B" w:rsidRDefault="00916D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5B5960A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1E391E">
      <w:rPr>
        <w:rStyle w:val="Strong"/>
        <w:rFonts w:asciiTheme="minorHAnsi" w:hAnsiTheme="minorHAnsi" w:cstheme="minorHAnsi"/>
        <w:lang w:val="en-GB"/>
      </w:rPr>
      <w:t>21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1E391E">
      <w:rPr>
        <w:rStyle w:val="Strong"/>
        <w:rFonts w:asciiTheme="minorHAnsi" w:hAnsiTheme="minorHAnsi" w:cstheme="minorHAnsi"/>
        <w:lang w:val="en-GB"/>
      </w:rPr>
      <w:t>G017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1E391E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257511">
    <w:abstractNumId w:val="1"/>
  </w:num>
  <w:num w:numId="2" w16cid:durableId="1189879526">
    <w:abstractNumId w:val="10"/>
  </w:num>
  <w:num w:numId="3" w16cid:durableId="363336303">
    <w:abstractNumId w:val="11"/>
  </w:num>
  <w:num w:numId="4" w16cid:durableId="1758014368">
    <w:abstractNumId w:val="4"/>
  </w:num>
  <w:num w:numId="5" w16cid:durableId="1931811937">
    <w:abstractNumId w:val="3"/>
  </w:num>
  <w:num w:numId="6" w16cid:durableId="1180048741">
    <w:abstractNumId w:val="7"/>
  </w:num>
  <w:num w:numId="7" w16cid:durableId="157575413">
    <w:abstractNumId w:val="5"/>
  </w:num>
  <w:num w:numId="8" w16cid:durableId="688065703">
    <w:abstractNumId w:val="9"/>
  </w:num>
  <w:num w:numId="9" w16cid:durableId="774715682">
    <w:abstractNumId w:val="0"/>
  </w:num>
  <w:num w:numId="10" w16cid:durableId="1614706195">
    <w:abstractNumId w:val="8"/>
  </w:num>
  <w:num w:numId="11" w16cid:durableId="1780098030">
    <w:abstractNumId w:val="2"/>
  </w:num>
  <w:num w:numId="12" w16cid:durableId="153388015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391E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5597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79C2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2D70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760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0E30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5AB5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6D7B"/>
    <w:rsid w:val="00917CA0"/>
    <w:rsid w:val="00920074"/>
    <w:rsid w:val="009215AA"/>
    <w:rsid w:val="009227A9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3C7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0878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67AE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0E0"/>
    <w:rsid w:val="00D434E8"/>
    <w:rsid w:val="00D45775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5AED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1295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12</cp:revision>
  <cp:lastPrinted>2013-10-18T08:32:00Z</cp:lastPrinted>
  <dcterms:created xsi:type="dcterms:W3CDTF">2020-07-06T12:32:00Z</dcterms:created>
  <dcterms:modified xsi:type="dcterms:W3CDTF">2024-08-22T04:34:00Z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3ece194b051199a82f67562463dfdf267c3a184426494dabb4a233b5e5b3fd72</vt:lpwstr>
  </property>
</Properties>
</file>